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Ind w:w="108" w:type="dxa"/>
        <w:tblLook w:val="04A0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7F03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ГЕОГРАФИЈА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ШКОЛА:</w:t>
            </w:r>
            <w:r w:rsidR="007F03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7614BE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F03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0139C" w:rsidRP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D0139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Америка: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одлике – 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0139C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7F03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</w:t>
            </w:r>
            <w:r w:rsidRPr="007F03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тврдити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извршити њихово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поређење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географским одликама Северне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1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7F03A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</w:t>
            </w:r>
          </w:p>
          <w:p w:rsidR="00D0139C" w:rsidRDefault="00A45210" w:rsidP="00D013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 w:rsidRPr="007F03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тврдити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практично применити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географским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одликама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74F8">
              <w:rPr>
                <w:rFonts w:ascii="Times New Roman" w:hAnsi="Times New Roman" w:cs="Times New Roman"/>
                <w:sz w:val="24"/>
                <w:szCs w:val="24"/>
              </w:rPr>
              <w:t>Jужне</w:t>
            </w:r>
            <w:proofErr w:type="spellEnd"/>
            <w:r w:rsidR="003E74F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карти</w:t>
            </w:r>
          </w:p>
          <w:p w:rsidR="00A45210" w:rsidRPr="00545C96" w:rsidRDefault="00A45210" w:rsidP="007F03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 w:rsidRPr="007F03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7F03A4" w:rsidRDefault="007F03A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</w:t>
            </w:r>
          </w:p>
          <w:p w:rsidR="00670648" w:rsidRDefault="00670648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завршетку часа ученик ће бити у стању да:</w:t>
            </w:r>
          </w:p>
          <w:p w:rsidR="003E74F8" w:rsidRPr="007F03A4" w:rsidRDefault="007F03A4" w:rsidP="003E74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разуме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одлике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Јужне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Америке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;</w:t>
            </w:r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0461E" w:rsidRPr="005F7634" w:rsidRDefault="007F03A4" w:rsidP="003E74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немој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карти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представи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објекте</w:t>
            </w:r>
            <w:proofErr w:type="spellEnd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Северне</w:t>
            </w:r>
            <w:proofErr w:type="spellEnd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Јужне</w:t>
            </w:r>
            <w:proofErr w:type="spellEnd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Америке</w:t>
            </w:r>
            <w:proofErr w:type="spellEnd"/>
            <w:r w:rsidR="003E74F8" w:rsidRPr="007F03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3E74F8" w:rsidRDefault="007614BE" w:rsidP="003E74F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ГЕ1.1.3. 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репознаје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чита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допунске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елементе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карте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чита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називе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мора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залива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острва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полуострва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рељефних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целина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хидрографских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објеката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држава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градова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Северне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E74F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>
              <w:rPr>
                <w:rFonts w:ascii="Times New Roman" w:eastAsia="Calibri" w:hAnsi="Times New Roman" w:cs="Times New Roman"/>
                <w:sz w:val="24"/>
                <w:szCs w:val="24"/>
              </w:rPr>
              <w:t>Јужне</w:t>
            </w:r>
            <w:proofErr w:type="spellEnd"/>
            <w:r w:rsid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Америке</w:t>
            </w:r>
            <w:proofErr w:type="spellEnd"/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614BE" w:rsidRPr="007614BE" w:rsidRDefault="003E74F8" w:rsidP="003E74F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ГЕ1.4.2. 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proofErr w:type="spellStart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репознаје</w:t>
            </w:r>
            <w:proofErr w:type="spellEnd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природне</w:t>
            </w:r>
            <w:proofErr w:type="spellEnd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друштвене</w:t>
            </w:r>
            <w:proofErr w:type="spellEnd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одлике</w:t>
            </w:r>
            <w:proofErr w:type="spellEnd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Северне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Јужне</w:t>
            </w:r>
            <w:proofErr w:type="spellEnd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>Америке</w:t>
            </w:r>
            <w:proofErr w:type="spellEnd"/>
            <w:r w:rsidRPr="003E7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3E74F8" w:rsidRPr="003E74F8" w:rsidRDefault="003E74F8" w:rsidP="003E74F8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ГЕ2.1.2. 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дређује положај места и тачака на карти – мора, залива, острва, полуострва, рељефних целина, хидрографских објеката, држава и градова Северне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Јужне 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Америке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ГЕ2.1.4. 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риказује понуђене географске податке на немој кар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ти, графикону, табели или схеми</w:t>
            </w:r>
          </w:p>
          <w:p w:rsidR="003E74F8" w:rsidRPr="003E74F8" w:rsidRDefault="007F03A4" w:rsidP="003E74F8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</w:t>
            </w:r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писује природне и друштвене одлике Северне </w:t>
            </w:r>
            <w:r w:rsid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Јужне </w:t>
            </w:r>
            <w:r w:rsidR="003E74F8"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Америке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3E74F8" w:rsidRPr="003E74F8" w:rsidRDefault="003E74F8" w:rsidP="003E74F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ГЕ3.1.1. 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нализира карту и доноси закључке о просторним и каузалним везама 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географских чињеница Северне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Јужне 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Америке </w:t>
            </w:r>
          </w:p>
          <w:p w:rsidR="007614BE" w:rsidRPr="005F7634" w:rsidRDefault="003E74F8" w:rsidP="007F03A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ГЕ3.4.3. 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бјашњава географске везе и законитости Северне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Јужне</w:t>
            </w:r>
            <w:r w:rsidRPr="003E74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Америке</w:t>
            </w:r>
            <w:r w:rsidR="007F03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7F03A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географије, Географски атлас – издање Завода за уџбенике, Београд, Вежбанка за географију, 7. разред (неме карте) – издање Завода за уџбенике, Београд,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света,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глобус,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7F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7F03A4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3E74F8" w:rsidP="007F03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ученицима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ће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врђивање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провера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усвојености знања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географским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одликама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извршити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Вежбанци (стр. 29)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поређење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основним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географским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одликама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еверне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припреме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вежбанке, бојице 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фломастере.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</w:p>
        </w:tc>
      </w:tr>
      <w:tr w:rsidR="001C6C13" w:rsidRPr="00B37DAE" w:rsidTr="00E3469D">
        <w:tc>
          <w:tcPr>
            <w:tcW w:w="9468" w:type="dxa"/>
          </w:tcPr>
          <w:p w:rsidR="003E74F8" w:rsidRPr="003E74F8" w:rsidRDefault="003E74F8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 наставне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листиће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задацима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рад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 карти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Америке.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припремају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Вежбанку 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приступају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раду.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Прво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ураде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тражени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задатак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карти,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онда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следеће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задатке:</w:t>
            </w:r>
          </w:p>
          <w:p w:rsidR="003E74F8" w:rsidRP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исписују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називе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океана, мора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залива,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већих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острва</w:t>
            </w:r>
          </w:p>
          <w:p w:rsid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браон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бојом означе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правце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пружања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планинског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венца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Анда</w:t>
            </w:r>
          </w:p>
          <w:p w:rsid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жутим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површинским знаком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простирање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Бразилске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висоравни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Гујанске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висоравни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3E74F8" w:rsidRP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зеленом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бојом простирање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Амазонске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низије</w:t>
            </w:r>
          </w:p>
          <w:p w:rsid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плавом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бојом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подебљају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линијске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представљене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реке: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Ориноко,</w:t>
            </w:r>
          </w:p>
          <w:p w:rsidR="003E74F8" w:rsidRP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Амазон,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франциско, Парана</w:t>
            </w:r>
          </w:p>
          <w:p w:rsidR="003E74F8" w:rsidRP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бројевима означе:</w:t>
            </w:r>
          </w:p>
          <w:p w:rsidR="003E74F8" w:rsidRP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Титикака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језеро</w:t>
            </w:r>
          </w:p>
          <w:p w:rsidR="00273536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Патагонија</w:t>
            </w:r>
          </w:p>
          <w:p w:rsidR="003E74F8" w:rsidRP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Аконкагва</w:t>
            </w:r>
          </w:p>
          <w:p w:rsidR="003E74F8" w:rsidRPr="003E74F8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E74F8" w:rsidRPr="003E7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залив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Плата</w:t>
            </w:r>
          </w:p>
          <w:p w:rsidR="005F7634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архипелаг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Огњена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земља</w:t>
            </w:r>
          </w:p>
          <w:p w:rsidR="00273536" w:rsidRDefault="00273536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заврше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немој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Ј.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Америке,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упореде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картом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Вежбанци,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којој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радили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61.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питања:</w:t>
            </w:r>
          </w:p>
          <w:p w:rsidR="00273536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разуђености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континента?</w:t>
            </w:r>
          </w:p>
          <w:p w:rsidR="00273536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сличности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рељефној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грађи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континента?</w:t>
            </w:r>
          </w:p>
          <w:p w:rsidR="00273536" w:rsidRPr="00545C96" w:rsidRDefault="007F03A4" w:rsidP="003E74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изгледу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хидрографске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мреже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7F03A4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273536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Прикупљамо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вежбанке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писмене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одговоре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ученика да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бисмо их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оценили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следећи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саопштили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образложили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3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оцене</w:t>
            </w:r>
            <w:r w:rsidR="007F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7F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E2387F" w:rsidRPr="00886644" w:rsidRDefault="007F03A4" w:rsidP="00E238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</w:p>
          <w:p w:rsidR="00606767" w:rsidRPr="00886644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</w:t>
            </w:r>
          </w:p>
        </w:tc>
      </w:tr>
      <w:tr w:rsidR="007F03A4" w:rsidRPr="003321C2" w:rsidTr="007F03A4">
        <w:trPr>
          <w:trHeight w:val="1114"/>
        </w:trPr>
        <w:tc>
          <w:tcPr>
            <w:tcW w:w="9468" w:type="dxa"/>
            <w:shd w:val="clear" w:color="auto" w:fill="FFFFFF" w:themeFill="background1"/>
          </w:tcPr>
          <w:p w:rsidR="007F03A4" w:rsidRDefault="007F03A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886644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hyphenationZone w:val="425"/>
  <w:characterSpacingControl w:val="doNotCompress"/>
  <w:compat/>
  <w:rsids>
    <w:rsidRoot w:val="00BA107D"/>
    <w:rsid w:val="000D1454"/>
    <w:rsid w:val="00177289"/>
    <w:rsid w:val="001C6C13"/>
    <w:rsid w:val="002365E8"/>
    <w:rsid w:val="00273536"/>
    <w:rsid w:val="003321C2"/>
    <w:rsid w:val="00391413"/>
    <w:rsid w:val="003E74F8"/>
    <w:rsid w:val="003F1D6D"/>
    <w:rsid w:val="00401BA1"/>
    <w:rsid w:val="00417219"/>
    <w:rsid w:val="00466279"/>
    <w:rsid w:val="004C1ACC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27072"/>
    <w:rsid w:val="007614BE"/>
    <w:rsid w:val="007E6623"/>
    <w:rsid w:val="007F03A4"/>
    <w:rsid w:val="00854D2A"/>
    <w:rsid w:val="00886644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139C"/>
    <w:rsid w:val="00D0461E"/>
    <w:rsid w:val="00DB7062"/>
    <w:rsid w:val="00DE65D7"/>
    <w:rsid w:val="00DE7A10"/>
    <w:rsid w:val="00E2387F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Normalnatabela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sussalistom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608B6-9ED1-48A0-B3E9-8757F7E6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Andrea Kekić</cp:lastModifiedBy>
  <cp:revision>2</cp:revision>
  <dcterms:created xsi:type="dcterms:W3CDTF">2020-09-02T11:46:00Z</dcterms:created>
  <dcterms:modified xsi:type="dcterms:W3CDTF">2020-09-02T11:46:00Z</dcterms:modified>
</cp:coreProperties>
</file>